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0.200005" w:type="dxa"/>
      </w:tblPr>
      <w:tblGrid/>
      <w:tr>
        <w:trPr>
          <w:trHeight w:val="2890" w:hRule="exact"/>
        </w:trPr>
        <w:tc>
          <w:tcPr>
            <w:tcW w:w="10349" w:type="dxa"/>
            <w:tcBorders>
              <w:top w:val="single" w:sz="8.48" w:space="0" w:color="000000"/>
              <w:bottom w:val="single" w:sz="8.47992" w:space="0" w:color="000000"/>
              <w:left w:val="single" w:sz="8.4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484" w:type="dxa"/>
            <w:tcBorders>
              <w:top w:val="single" w:sz="8.48" w:space="0" w:color="000000"/>
              <w:bottom w:val="single" w:sz="8.47992" w:space="0" w:color="000000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textDirection w:val="btLr"/>
            <w:gridSpan w:val="3"/>
            <w:tcBorders>
              <w:top w:val="single" w:sz="8.48" w:space="0" w:color="000000"/>
              <w:bottom w:val="single" w:sz="8.47992" w:space="0" w:color="000000"/>
              <w:left w:val="nil" w:sz="6" w:space="0" w:color="auto"/>
              <w:right w:val="single" w:sz="8.48016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ecialitza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59" w:lineRule="auto"/>
              <w:ind w:left="11" w:right="4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q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rics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ar.</w:t>
            </w:r>
          </w:p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59" w:lineRule="auto"/>
              <w:ind w:left="11" w:right="3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Óptica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strumentaci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Avan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</w:t>
            </w:r>
          </w:p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396" w:lineRule="auto"/>
              <w:ind w:left="11" w:right="10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ilà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trac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ents</w:t>
            </w:r>
          </w:p>
          <w:p>
            <w:pPr>
              <w:spacing w:before="32" w:after="0" w:line="259" w:lineRule="auto"/>
              <w:ind w:left="11" w:right="8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ecanism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neu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</w:p>
        </w:tc>
      </w:tr>
      <w:tr>
        <w:trPr>
          <w:trHeight w:val="364" w:hRule="exact"/>
        </w:trPr>
        <w:tc>
          <w:tcPr>
            <w:tcW w:w="10349" w:type="dxa"/>
            <w:tcBorders>
              <w:top w:val="single" w:sz="8.47992" w:space="0" w:color="000000"/>
              <w:bottom w:val="nil" w:sz="6" w:space="0" w:color="auto"/>
              <w:left w:val="single" w:sz="8.48" w:space="0" w:color="000000"/>
              <w:right w:val="nil" w:sz="6" w:space="0" w:color="auto"/>
            </w:tcBorders>
            <w:shd w:val="clear" w:color="auto" w:fill="EDEBE0"/>
          </w:tcPr>
          <w:p>
            <w:pPr>
              <w:spacing w:before="0" w:after="0" w:line="339" w:lineRule="exact"/>
              <w:ind w:left="35" w:right="-2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Pr/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Compe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es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ec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  <w:position w:val="1"/>
              </w:rPr>
              <w:t>í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fic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position w:val="0"/>
              </w:rPr>
            </w:r>
          </w:p>
        </w:tc>
        <w:tc>
          <w:tcPr>
            <w:tcW w:w="484" w:type="dxa"/>
            <w:tcBorders>
              <w:top w:val="single" w:sz="8.4799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>
              <w:spacing w:before="54" w:after="0" w:line="240" w:lineRule="auto"/>
              <w:ind w:left="37" w:right="-6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657" w:type="dxa"/>
            <w:tcBorders>
              <w:top w:val="single" w:sz="8.4799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F1DDDC"/>
          </w:tcPr>
          <w:p>
            <w:pPr>
              <w:spacing w:before="54" w:after="0" w:line="240" w:lineRule="auto"/>
              <w:ind w:left="281" w:right="-20"/>
              <w:jc w:val="left"/>
              <w:tabs>
                <w:tab w:pos="110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1466" w:type="dxa"/>
            <w:tcBorders>
              <w:top w:val="single" w:sz="8.4799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B8CCE3"/>
          </w:tcPr>
          <w:p>
            <w:pPr>
              <w:spacing w:before="54" w:after="0" w:line="240" w:lineRule="auto"/>
              <w:ind w:left="366" w:right="-20"/>
              <w:jc w:val="left"/>
              <w:tabs>
                <w:tab w:pos="110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,5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,5</w:t>
            </w:r>
          </w:p>
        </w:tc>
        <w:tc>
          <w:tcPr>
            <w:tcW w:w="1917" w:type="dxa"/>
            <w:tcBorders>
              <w:top w:val="single" w:sz="8.47992" w:space="0" w:color="000000"/>
              <w:bottom w:val="nil" w:sz="6" w:space="0" w:color="auto"/>
              <w:left w:val="nil" w:sz="6" w:space="0" w:color="auto"/>
              <w:right w:val="single" w:sz="8.48016" w:space="0" w:color="000000"/>
            </w:tcBorders>
            <w:shd w:val="clear" w:color="auto" w:fill="D6E3BB"/>
          </w:tcPr>
          <w:p>
            <w:pPr>
              <w:spacing w:before="54" w:after="0" w:line="240" w:lineRule="auto"/>
              <w:ind w:left="146" w:right="-20"/>
              <w:jc w:val="left"/>
              <w:tabs>
                <w:tab w:pos="600" w:val="left"/>
                <w:tab w:pos="136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5348" w:hRule="exact"/>
        </w:trPr>
        <w:tc>
          <w:tcPr>
            <w:tcW w:w="10349" w:type="dxa"/>
            <w:tcBorders>
              <w:top w:val="nil" w:sz="6" w:space="0" w:color="auto"/>
              <w:bottom w:val="nil" w:sz="6" w:space="0" w:color="auto"/>
              <w:left w:val="single" w:sz="8.48" w:space="0" w:color="000000"/>
              <w:right w:val="nil" w:sz="6" w:space="0" w:color="auto"/>
            </w:tcBorders>
            <w:shd w:val="clear" w:color="auto" w:fill="F1DDDC"/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163" w:lineRule="auto"/>
              <w:ind w:left="662" w:right="-32" w:firstLine="-519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1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2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2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1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3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63" w:lineRule="auto"/>
              <w:ind w:left="662" w:right="-29" w:firstLine="-519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Ser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ñ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ay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y/o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h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pac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ad</w:t>
            </w:r>
            <w:r>
              <w:rPr>
                <w:rFonts w:ascii="Verdana" w:hAnsi="Verdana" w:cs="Verdana" w:eastAsia="Verdana"/>
                <w:sz w:val="20"/>
                <w:szCs w:val="20"/>
                <w:spacing w:val="-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17" w:after="0" w:line="203" w:lineRule="exact"/>
              <w:ind w:left="662" w:right="-57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29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h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3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25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2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9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99" w:lineRule="exact"/>
              <w:ind w:left="143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CE3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sp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2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62" w:right="-41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cados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ú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9" w:after="0" w:line="260" w:lineRule="exact"/>
              <w:ind w:left="662" w:right="-16" w:firstLine="-519"/>
              <w:jc w:val="left"/>
              <w:tabs>
                <w:tab w:pos="1820" w:val="left"/>
              </w:tabs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así</w:t>
            </w:r>
            <w:r>
              <w:rPr>
                <w:rFonts w:ascii="Verdana" w:hAnsi="Verdana" w:cs="Verdana" w:eastAsia="Verdana"/>
                <w:sz w:val="20"/>
                <w:szCs w:val="20"/>
                <w:spacing w:val="6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ab/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6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5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6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6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5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5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6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6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5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3" w:lineRule="exact"/>
              <w:ind w:left="662" w:right="-55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43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9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2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51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mét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5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5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ú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3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99" w:lineRule="exact"/>
              <w:ind w:left="143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CE5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act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163" w:lineRule="auto"/>
              <w:ind w:left="662" w:right="-32" w:firstLine="-519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Ser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4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ñ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,</w:t>
            </w:r>
            <w:r>
              <w:rPr>
                <w:rFonts w:ascii="Verdana" w:hAnsi="Verdana" w:cs="Verdana" w:eastAsia="Verdana"/>
                <w:sz w:val="20"/>
                <w:szCs w:val="20"/>
                <w:spacing w:val="3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3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4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3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4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ate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46" w:after="0" w:line="203" w:lineRule="exact"/>
              <w:ind w:left="662" w:right="-6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2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9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2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so</w:t>
            </w:r>
            <w:r>
              <w:rPr>
                <w:rFonts w:ascii="Verdana" w:hAnsi="Verdana" w:cs="Verdana" w:eastAsia="Verdana"/>
                <w:sz w:val="20"/>
                <w:szCs w:val="20"/>
                <w:spacing w:val="1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2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23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acto</w:t>
            </w:r>
            <w:r>
              <w:rPr>
                <w:rFonts w:ascii="Verdana" w:hAnsi="Verdana" w:cs="Verdana" w:eastAsia="Verdana"/>
                <w:sz w:val="20"/>
                <w:szCs w:val="20"/>
                <w:spacing w:val="1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2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1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300" w:lineRule="exact"/>
              <w:ind w:left="143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CE7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ca.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82" w:after="0" w:line="163" w:lineRule="auto"/>
              <w:ind w:left="662" w:right="-32" w:firstLine="-519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ñ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acto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163" w:lineRule="auto"/>
              <w:ind w:left="662" w:right="-32" w:firstLine="-519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33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Seg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mét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co</w:t>
            </w:r>
            <w:r>
              <w:rPr>
                <w:rFonts w:ascii="Verdana" w:hAnsi="Verdana" w:cs="Verdana" w:eastAsia="Verdana"/>
                <w:sz w:val="20"/>
                <w:szCs w:val="20"/>
                <w:spacing w:val="-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ctac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meda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s,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neur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</w:tc>
        <w:tc>
          <w:tcPr>
            <w:tcW w:w="4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vMerge w:val="restart"/>
            <w:gridSpan w:val="3"/>
            <w:tcBorders>
              <w:top w:val="nil" w:sz="6" w:space="0" w:color="auto"/>
              <w:left w:val="nil" w:sz="6" w:space="0" w:color="auto"/>
              <w:right w:val="single" w:sz="8.48016" w:space="0" w:color="000000"/>
            </w:tcBorders>
          </w:tcPr>
          <w:p>
            <w:pPr>
              <w:spacing w:before="23" w:after="0" w:line="572" w:lineRule="exact"/>
              <w:ind w:left="233" w:right="2655"/>
              <w:jc w:val="left"/>
              <w:tabs>
                <w:tab w:pos="204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0" w:after="0" w:line="528" w:lineRule="exact"/>
              <w:ind w:left="233" w:right="-20"/>
              <w:jc w:val="left"/>
              <w:tabs>
                <w:tab w:pos="1060" w:val="left"/>
                <w:tab w:pos="366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17" w:after="0" w:line="760" w:lineRule="exact"/>
              <w:ind w:left="233" w:right="1034"/>
              <w:jc w:val="left"/>
              <w:tabs>
                <w:tab w:pos="1060" w:val="left"/>
                <w:tab w:pos="3220" w:val="left"/>
                <w:tab w:pos="366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0" w:after="0" w:line="522" w:lineRule="exact"/>
              <w:ind w:left="233" w:right="-20"/>
              <w:jc w:val="left"/>
              <w:tabs>
                <w:tab w:pos="278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6" w:after="0" w:line="210" w:lineRule="auto"/>
              <w:ind w:left="233" w:right="4481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55" w:after="0" w:line="470" w:lineRule="exact"/>
              <w:ind w:left="3592" w:right="1122" w:firstLine="-3447"/>
              <w:jc w:val="right"/>
              <w:tabs>
                <w:tab w:pos="960" w:val="left"/>
                <w:tab w:pos="1960" w:val="left"/>
                <w:tab w:pos="358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0" w:after="0" w:line="434" w:lineRule="exact"/>
              <w:ind w:right="1122"/>
              <w:jc w:val="right"/>
              <w:tabs>
                <w:tab w:pos="162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position w:val="1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</w:tc>
      </w:tr>
      <w:tr>
        <w:trPr>
          <w:trHeight w:val="870" w:hRule="exact"/>
        </w:trPr>
        <w:tc>
          <w:tcPr>
            <w:tcW w:w="10349" w:type="dxa"/>
            <w:tcBorders>
              <w:top w:val="nil" w:sz="6" w:space="0" w:color="auto"/>
              <w:bottom w:val="nil" w:sz="6" w:space="0" w:color="auto"/>
              <w:left w:val="single" w:sz="8.48" w:space="0" w:color="000000"/>
              <w:right w:val="nil" w:sz="6" w:space="0" w:color="auto"/>
            </w:tcBorders>
            <w:shd w:val="clear" w:color="auto" w:fill="EAF0DD"/>
          </w:tcPr>
          <w:p>
            <w:pPr>
              <w:spacing w:before="48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cus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meda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neur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163" w:lineRule="auto"/>
              <w:ind w:left="662" w:right="-31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meda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sus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</w:tc>
        <w:tc>
          <w:tcPr>
            <w:tcW w:w="4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vMerge/>
            <w:gridSpan w:val="3"/>
            <w:tcBorders>
              <w:bottom w:val="nil" w:sz="6" w:space="0" w:color="auto"/>
              <w:left w:val="nil" w:sz="6" w:space="0" w:color="auto"/>
              <w:right w:val="single" w:sz="8.4801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6840" w:h="11920" w:orient="landscape"/>
          <w:pgMar w:top="980" w:bottom="280" w:left="360" w:right="380"/>
        </w:sectPr>
      </w:pPr>
      <w:rPr/>
    </w:p>
    <w:p>
      <w:pPr>
        <w:spacing w:before="1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0.200005" w:type="dxa"/>
      </w:tblPr>
      <w:tblGrid/>
      <w:tr>
        <w:trPr>
          <w:trHeight w:val="2890" w:hRule="exact"/>
        </w:trPr>
        <w:tc>
          <w:tcPr>
            <w:tcW w:w="10349" w:type="dxa"/>
            <w:tcBorders>
              <w:top w:val="single" w:sz="8.48" w:space="0" w:color="000000"/>
              <w:bottom w:val="single" w:sz="8.47992" w:space="0" w:color="000000"/>
              <w:left w:val="single" w:sz="8.4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484" w:type="dxa"/>
            <w:tcBorders>
              <w:top w:val="single" w:sz="8.48" w:space="0" w:color="000000"/>
              <w:bottom w:val="single" w:sz="8.47992" w:space="0" w:color="000000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textDirection w:val="btLr"/>
            <w:tcBorders>
              <w:top w:val="single" w:sz="8.48" w:space="0" w:color="000000"/>
              <w:bottom w:val="single" w:sz="8.47992" w:space="0" w:color="000000"/>
              <w:left w:val="nil" w:sz="6" w:space="0" w:color="auto"/>
              <w:right w:val="single" w:sz="8.48016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ecialitza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59" w:lineRule="auto"/>
              <w:ind w:left="11" w:right="4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q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rics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ar.</w:t>
            </w:r>
          </w:p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59" w:lineRule="auto"/>
              <w:ind w:left="11" w:right="3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Óptica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strumentaci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Avan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</w:t>
            </w:r>
          </w:p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396" w:lineRule="auto"/>
              <w:ind w:left="11" w:right="10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ilà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trac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ents</w:t>
            </w:r>
          </w:p>
          <w:p>
            <w:pPr>
              <w:spacing w:before="32" w:after="0" w:line="259" w:lineRule="auto"/>
              <w:ind w:left="11" w:right="8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ecanism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neu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</w:p>
        </w:tc>
      </w:tr>
      <w:tr>
        <w:trPr>
          <w:trHeight w:val="5912" w:hRule="exact"/>
        </w:trPr>
        <w:tc>
          <w:tcPr>
            <w:tcW w:w="10349" w:type="dxa"/>
            <w:tcBorders>
              <w:top w:val="single" w:sz="8.47992" w:space="0" w:color="000000"/>
              <w:bottom w:val="nil" w:sz="6" w:space="0" w:color="auto"/>
              <w:left w:val="single" w:sz="8.48" w:space="0" w:color="000000"/>
              <w:right w:val="nil" w:sz="6" w:space="0" w:color="auto"/>
            </w:tcBorders>
            <w:shd w:val="clear" w:color="auto" w:fill="EAF0DD"/>
          </w:tcPr>
          <w:p>
            <w:pPr>
              <w:spacing w:before="18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cta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ma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cte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0" w:after="0" w:line="203" w:lineRule="exact"/>
              <w:ind w:left="662" w:right="-57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3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49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cus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4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99" w:lineRule="exact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j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79" w:after="0" w:line="168" w:lineRule="auto"/>
              <w:ind w:left="662" w:right="-30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1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6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6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ú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6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6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6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6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á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191" w:lineRule="exact"/>
              <w:ind w:left="662" w:right="-58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asp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9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99" w:lineRule="exact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3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82" w:after="0" w:line="163" w:lineRule="auto"/>
              <w:ind w:left="662" w:right="-32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ctar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6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á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74" w:after="0" w:line="179" w:lineRule="auto"/>
              <w:ind w:left="657" w:right="-36" w:firstLine="-56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Ser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az</w:t>
            </w:r>
            <w:r>
              <w:rPr>
                <w:rFonts w:ascii="Calibri" w:hAnsi="Calibri" w:cs="Calibri" w:eastAsia="Calibri"/>
                <w:sz w:val="22"/>
                <w:szCs w:val="22"/>
                <w:spacing w:val="5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un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reacci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ersa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ed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ento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3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(RAM)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3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tili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5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criteri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qu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49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itan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iscri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tras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alt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raciones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ares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ifestaci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ilares.</w:t>
            </w:r>
          </w:p>
          <w:p>
            <w:pPr>
              <w:spacing w:before="37" w:after="0" w:line="170" w:lineRule="auto"/>
              <w:ind w:left="657" w:right="-38" w:firstLine="-56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4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4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4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4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0"/>
                <w:w w:val="100"/>
                <w:position w:val="-14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cer</w:t>
            </w:r>
            <w:r>
              <w:rPr>
                <w:rFonts w:ascii="Calibri" w:hAnsi="Calibri" w:cs="Calibri" w:eastAsia="Calibri"/>
                <w:sz w:val="22"/>
                <w:szCs w:val="22"/>
                <w:spacing w:val="38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37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ecanism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38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37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acci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4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37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afec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39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tisu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37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4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37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4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las</w:t>
            </w:r>
            <w:r>
              <w:rPr>
                <w:rFonts w:ascii="Calibri" w:hAnsi="Calibri" w:cs="Calibri" w:eastAsia="Calibri"/>
                <w:sz w:val="22"/>
                <w:szCs w:val="22"/>
                <w:spacing w:val="37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ales</w:t>
            </w:r>
            <w:r>
              <w:rPr>
                <w:rFonts w:ascii="Calibri" w:hAnsi="Calibri" w:cs="Calibri" w:eastAsia="Calibri"/>
                <w:sz w:val="22"/>
                <w:szCs w:val="22"/>
                <w:spacing w:val="39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reacci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38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ersas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ares.</w:t>
            </w:r>
          </w:p>
          <w:p>
            <w:pPr>
              <w:spacing w:before="77" w:after="0" w:line="179" w:lineRule="auto"/>
              <w:ind w:left="657" w:right="-37" w:firstLine="-56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licar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farmac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ila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3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ráctica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3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clí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6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asistencial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3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5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4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ente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RAM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tificarla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sari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  <w:t>.</w:t>
            </w:r>
          </w:p>
          <w:p>
            <w:pPr>
              <w:spacing w:before="20" w:after="0" w:line="240" w:lineRule="auto"/>
              <w:ind w:left="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crítica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stu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farmac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ila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cia.</w:t>
            </w:r>
          </w:p>
          <w:p>
            <w:pPr>
              <w:spacing w:before="47" w:after="0" w:line="203" w:lineRule="exact"/>
              <w:ind w:left="662" w:right="-55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24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21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2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me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sm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2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mod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8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ava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23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26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4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21"/>
                <w:w w:val="100"/>
                <w:position w:val="-4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4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4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4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99" w:lineRule="exact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,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6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s,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xt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-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mov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-2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-2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-2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-2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96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ad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par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ma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mod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0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ú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mos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ava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neur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84" w:type="dxa"/>
            <w:tcBorders>
              <w:top w:val="single" w:sz="8.4799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vMerge w:val="restart"/>
            <w:tcBorders>
              <w:top w:val="single" w:sz="8.47992" w:space="0" w:color="000000"/>
              <w:left w:val="nil" w:sz="6" w:space="0" w:color="auto"/>
              <w:right w:val="single" w:sz="8.48016" w:space="0" w:color="000000"/>
            </w:tcBorders>
          </w:tcPr>
          <w:p>
            <w:pPr>
              <w:spacing w:before="0" w:after="0" w:line="406" w:lineRule="exact"/>
              <w:ind w:left="233" w:right="-20"/>
              <w:jc w:val="left"/>
              <w:tabs>
                <w:tab w:pos="3220" w:val="left"/>
                <w:tab w:pos="366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1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1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454" w:lineRule="exact"/>
              <w:ind w:left="1061" w:right="-20"/>
              <w:jc w:val="left"/>
              <w:tabs>
                <w:tab w:pos="366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4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4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499" w:lineRule="exact"/>
              <w:ind w:left="1061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3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499" w:lineRule="exact"/>
              <w:ind w:left="233" w:right="-20"/>
              <w:jc w:val="left"/>
              <w:tabs>
                <w:tab w:pos="106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3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3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514" w:lineRule="exact"/>
              <w:ind w:left="1061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3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514" w:lineRule="exact"/>
              <w:ind w:left="3221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3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545" w:lineRule="exact"/>
              <w:ind w:left="3221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76" w:after="0" w:line="180" w:lineRule="auto"/>
              <w:ind w:left="3221" w:right="1493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0" w:after="0" w:line="461" w:lineRule="exact"/>
              <w:ind w:right="357"/>
              <w:jc w:val="righ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3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0" w:after="0" w:line="427" w:lineRule="exact"/>
              <w:ind w:right="357"/>
              <w:jc w:val="righ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-1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55" w:after="0" w:line="130" w:lineRule="auto"/>
              <w:ind w:left="4357" w:right="357"/>
              <w:jc w:val="righ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46" w:after="0" w:line="240" w:lineRule="auto"/>
              <w:ind w:left="2003" w:right="2687"/>
              <w:jc w:val="center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</w:tc>
      </w:tr>
      <w:tr>
        <w:trPr>
          <w:trHeight w:val="827" w:hRule="exact"/>
        </w:trPr>
        <w:tc>
          <w:tcPr>
            <w:tcW w:w="10349" w:type="dxa"/>
            <w:tcBorders>
              <w:top w:val="nil" w:sz="6" w:space="0" w:color="auto"/>
              <w:bottom w:val="nil" w:sz="6" w:space="0" w:color="auto"/>
              <w:left w:val="single" w:sz="8.48" w:space="0" w:color="000000"/>
              <w:right w:val="nil" w:sz="6" w:space="0" w:color="auto"/>
            </w:tcBorders>
            <w:shd w:val="clear" w:color="auto" w:fill="DBE4F0"/>
          </w:tcPr>
          <w:p>
            <w:pPr>
              <w:spacing w:before="30" w:after="0" w:line="240" w:lineRule="auto"/>
              <w:ind w:left="662" w:right="-43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men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9" w:after="0" w:line="260" w:lineRule="exact"/>
              <w:ind w:left="662" w:right="-17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áct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mét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ca,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fta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cu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ava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as,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so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vMerge/>
            <w:tcBorders>
              <w:bottom w:val="nil" w:sz="6" w:space="0" w:color="auto"/>
              <w:left w:val="nil" w:sz="6" w:space="0" w:color="auto"/>
              <w:right w:val="single" w:sz="8.4801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6840" w:h="11920" w:orient="landscape"/>
          <w:pgMar w:top="980" w:bottom="280" w:left="360" w:right="380"/>
        </w:sectPr>
      </w:pPr>
      <w:rPr/>
    </w:p>
    <w:p>
      <w:pPr>
        <w:spacing w:before="1" w:after="0" w:line="80" w:lineRule="exact"/>
        <w:jc w:val="left"/>
        <w:rPr>
          <w:sz w:val="8"/>
          <w:szCs w:val="8"/>
        </w:rPr>
      </w:pPr>
      <w:rPr/>
      <w:r>
        <w:rPr/>
        <w:pict>
          <v:group style="position:absolute;margin-left:647.5pt;margin-top:483.460022pt;width:169.7pt;height:.1pt;mso-position-horizontal-relative:page;mso-position-vertical-relative:page;z-index:-236" coordorigin="12950,9669" coordsize="3394,2">
            <v:shape style="position:absolute;left:12950;top:9669;width:3394;height:2" coordorigin="12950,9669" coordsize="3394,0" path="m12950,9669l16344,9669e" filled="f" stroked="t" strokeweight="1.05999pt" strokecolor="#000000">
              <v:path arrowok="t"/>
            </v:shape>
          </v:group>
          <w10:wrap type="none"/>
        </w:pict>
      </w:r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0.200005" w:type="dxa"/>
      </w:tblPr>
      <w:tblGrid/>
      <w:tr>
        <w:trPr>
          <w:trHeight w:val="2890" w:hRule="exact"/>
        </w:trPr>
        <w:tc>
          <w:tcPr>
            <w:tcW w:w="10349" w:type="dxa"/>
            <w:tcBorders>
              <w:top w:val="single" w:sz="8.48" w:space="0" w:color="000000"/>
              <w:bottom w:val="single" w:sz="8.47992" w:space="0" w:color="000000"/>
              <w:left w:val="single" w:sz="8.4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484" w:type="dxa"/>
            <w:tcBorders>
              <w:top w:val="single" w:sz="8.48" w:space="0" w:color="000000"/>
              <w:bottom w:val="single" w:sz="8.47992" w:space="0" w:color="000000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5041" w:type="dxa"/>
            <w:textDirection w:val="btLr"/>
            <w:gridSpan w:val="2"/>
            <w:tcBorders>
              <w:top w:val="single" w:sz="8.48" w:space="0" w:color="000000"/>
              <w:bottom w:val="single" w:sz="8.47992" w:space="0" w:color="000000"/>
              <w:left w:val="nil" w:sz="6" w:space="0" w:color="auto"/>
              <w:right w:val="single" w:sz="8.48016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ecialitza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59" w:lineRule="auto"/>
              <w:ind w:left="11" w:right="4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q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rics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ar.</w:t>
            </w:r>
          </w:p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59" w:lineRule="auto"/>
              <w:ind w:left="11" w:right="3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Óptica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strumentaci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Avan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</w:t>
            </w:r>
          </w:p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396" w:lineRule="auto"/>
              <w:ind w:left="11" w:right="10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è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ilà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trac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ents</w:t>
            </w:r>
          </w:p>
          <w:p>
            <w:pPr>
              <w:spacing w:before="32" w:after="0" w:line="259" w:lineRule="auto"/>
              <w:ind w:left="11" w:right="8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ecanism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neu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fis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</w:p>
        </w:tc>
      </w:tr>
      <w:tr>
        <w:trPr>
          <w:trHeight w:val="5694" w:hRule="exact"/>
        </w:trPr>
        <w:tc>
          <w:tcPr>
            <w:tcW w:w="10349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nil" w:sz="6" w:space="0" w:color="auto"/>
            </w:tcBorders>
            <w:shd w:val="clear" w:color="auto" w:fill="DBE4F0"/>
          </w:tcPr>
          <w:p>
            <w:pPr>
              <w:spacing w:before="58" w:after="0" w:line="168" w:lineRule="auto"/>
              <w:ind w:left="662" w:right="-33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1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1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so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an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áct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mét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fta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mo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ava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48" w:after="0" w:line="240" w:lineRule="auto"/>
              <w:ind w:left="662" w:right="-43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5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cado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4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4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5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mét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4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Verdana" w:hAnsi="Verdana" w:cs="Verdana" w:eastAsia="Verdana"/>
                <w:sz w:val="20"/>
                <w:szCs w:val="20"/>
                <w:spacing w:val="4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4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4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9" w:after="0" w:line="260" w:lineRule="exact"/>
              <w:ind w:left="662" w:right="-17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med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as,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sas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163" w:lineRule="auto"/>
              <w:ind w:left="662" w:right="-32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ce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ú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mos</w:t>
            </w:r>
            <w:r>
              <w:rPr>
                <w:rFonts w:ascii="Verdana" w:hAnsi="Verdana" w:cs="Verdana" w:eastAsia="Verdana"/>
                <w:sz w:val="20"/>
                <w:szCs w:val="20"/>
                <w:spacing w:val="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cno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81" w:after="0" w:line="163" w:lineRule="auto"/>
              <w:ind w:left="662" w:right="-32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á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394" w:lineRule="auto"/>
              <w:ind w:left="88" w:right="162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ar,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écnicas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á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sicas,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inter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retar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stad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stic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clí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é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átic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aci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ó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rat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rio.</w:t>
            </w:r>
          </w:p>
          <w:p>
            <w:pPr>
              <w:spacing w:before="31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á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fu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662" w:right="-41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2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3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sgo</w:t>
            </w:r>
            <w:r>
              <w:rPr>
                <w:rFonts w:ascii="Verdana" w:hAnsi="Verdana" w:cs="Verdana" w:eastAsia="Verdana"/>
                <w:sz w:val="20"/>
                <w:szCs w:val="20"/>
                <w:spacing w:val="2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2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2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9" w:after="0" w:line="260" w:lineRule="exact"/>
              <w:ind w:left="662" w:right="-15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así</w:t>
            </w:r>
            <w:r>
              <w:rPr>
                <w:rFonts w:ascii="Verdana" w:hAnsi="Verdana" w:cs="Verdana" w:eastAsia="Verdana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so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smas.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88" w:right="-2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4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ñ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caz</w:t>
            </w:r>
            <w:r>
              <w:rPr>
                <w:rFonts w:ascii="Verdana" w:hAnsi="Verdana" w:cs="Verdana" w:eastAsia="Verdana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163" w:lineRule="auto"/>
              <w:ind w:left="662" w:right="-32" w:firstLine="-574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-12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-1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4"/>
                <w:w w:val="100"/>
                <w:position w:val="-12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4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as</w:t>
            </w:r>
            <w:r>
              <w:rPr>
                <w:rFonts w:ascii="Verdana" w:hAnsi="Verdana" w:cs="Verdana" w:eastAsia="Verdana"/>
                <w:sz w:val="20"/>
                <w:szCs w:val="20"/>
                <w:spacing w:val="4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p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37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é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cas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46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45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st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u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4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f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co</w:t>
            </w:r>
            <w:r>
              <w:rPr>
                <w:rFonts w:ascii="Verdana" w:hAnsi="Verdana" w:cs="Verdana" w:eastAsia="Verdana"/>
                <w:sz w:val="20"/>
                <w:szCs w:val="20"/>
                <w:spacing w:val="4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4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44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s,</w:t>
            </w:r>
            <w:r>
              <w:rPr>
                <w:rFonts w:ascii="Verdana" w:hAnsi="Verdana" w:cs="Verdana" w:eastAsia="Verdana"/>
                <w:sz w:val="20"/>
                <w:szCs w:val="20"/>
                <w:spacing w:val="4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sp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men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r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va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t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-1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d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ñ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j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cuc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ó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-8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de</w:t>
            </w:r>
            <w:r>
              <w:rPr>
                <w:rFonts w:ascii="Verdana" w:hAnsi="Verdana" w:cs="Verdana" w:eastAsia="Verdana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e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say</w:t>
            </w:r>
            <w:r>
              <w:rPr>
                <w:rFonts w:ascii="Verdana" w:hAnsi="Verdana" w:cs="Verdana" w:eastAsia="Verdana"/>
                <w:sz w:val="20"/>
                <w:szCs w:val="20"/>
                <w:spacing w:val="-1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Verdana" w:hAnsi="Verdana" w:cs="Verdana" w:eastAsia="Verdana"/>
                <w:sz w:val="20"/>
                <w:szCs w:val="20"/>
                <w:spacing w:val="-9"/>
                <w:w w:val="100"/>
                <w:position w:val="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2"/>
                <w:w w:val="100"/>
                <w:position w:val="0"/>
              </w:rPr>
              <w:t>l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í</w:t>
            </w:r>
            <w:r>
              <w:rPr>
                <w:rFonts w:ascii="Verdana" w:hAnsi="Verdana" w:cs="Verdana" w:eastAsia="Verdana"/>
                <w:sz w:val="20"/>
                <w:szCs w:val="20"/>
                <w:spacing w:val="1"/>
                <w:w w:val="100"/>
                <w:position w:val="0"/>
              </w:rPr>
              <w:t>n</w:t>
            </w:r>
            <w:r>
              <w:rPr>
                <w:rFonts w:ascii="Verdana" w:hAnsi="Verdana" w:cs="Verdana" w:eastAsia="Verdana"/>
                <w:sz w:val="20"/>
                <w:szCs w:val="20"/>
                <w:spacing w:val="3"/>
                <w:w w:val="100"/>
                <w:position w:val="0"/>
              </w:rPr>
              <w:t>i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Verdana" w:hAnsi="Verdana" w:cs="Verdana" w:eastAsia="Verdana"/>
                <w:sz w:val="20"/>
                <w:szCs w:val="20"/>
                <w:spacing w:val="-2"/>
                <w:w w:val="100"/>
                <w:position w:val="0"/>
              </w:rPr>
              <w:t>o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  <w:t>s.</w:t>
            </w:r>
            <w:r>
              <w:rPr>
                <w:rFonts w:ascii="Verdana" w:hAnsi="Verdana" w:cs="Verdana" w:eastAsia="Verdana"/>
                <w:sz w:val="20"/>
                <w:szCs w:val="20"/>
                <w:spacing w:val="0"/>
                <w:w w:val="100"/>
                <w:position w:val="0"/>
              </w:rPr>
            </w:r>
          </w:p>
        </w:tc>
        <w:tc>
          <w:tcPr>
            <w:tcW w:w="484" w:type="dxa"/>
            <w:tcBorders>
              <w:top w:val="single" w:sz="8.47992" w:space="0" w:color="000000"/>
              <w:bottom w:val="single" w:sz="8.47992" w:space="0" w:color="000000"/>
              <w:left w:val="nil" w:sz="6" w:space="0" w:color="auto"/>
              <w:right w:val="nil" w:sz="6" w:space="0" w:color="auto"/>
            </w:tcBorders>
            <w:shd w:val="clear" w:color="auto" w:fill="D7D7D7"/>
          </w:tcPr>
          <w:p>
            <w:pPr/>
            <w:rPr/>
          </w:p>
        </w:tc>
        <w:tc>
          <w:tcPr>
            <w:tcW w:w="1657" w:type="dxa"/>
            <w:tcBorders>
              <w:top w:val="single" w:sz="8.4799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527" w:lineRule="exact"/>
              <w:ind w:left="233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33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8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66" w:lineRule="auto"/>
              <w:ind w:left="233" w:right="1109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</w:tc>
        <w:tc>
          <w:tcPr>
            <w:tcW w:w="3383" w:type="dxa"/>
            <w:tcBorders>
              <w:top w:val="single" w:sz="8.47992" w:space="0" w:color="000000"/>
              <w:bottom w:val="single" w:sz="1.120" w:space="0" w:color="000000"/>
              <w:left w:val="nil" w:sz="6" w:space="0" w:color="auto"/>
              <w:right w:val="single" w:sz="8.48016" w:space="0" w:color="000000"/>
            </w:tcBorders>
          </w:tcPr>
          <w:p>
            <w:pPr>
              <w:spacing w:before="0" w:after="0" w:line="527" w:lineRule="exact"/>
              <w:ind w:left="402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2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  <w:position w:val="0"/>
              </w:rPr>
            </w:r>
          </w:p>
          <w:p>
            <w:pPr>
              <w:spacing w:before="95" w:after="0" w:line="240" w:lineRule="auto"/>
              <w:ind w:left="402" w:right="-20"/>
              <w:jc w:val="left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5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506" w:lineRule="exact"/>
              <w:ind w:left="1136" w:right="269" w:firstLine="-734"/>
              <w:jc w:val="left"/>
              <w:tabs>
                <w:tab w:pos="1120" w:val="left"/>
                <w:tab w:pos="2780" w:val="left"/>
              </w:tabs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  <w:tab/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21" w:after="0" w:line="186" w:lineRule="auto"/>
              <w:ind w:left="1136" w:right="1920"/>
              <w:jc w:val="both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  <w:p>
            <w:pPr>
              <w:spacing w:before="10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6" w:lineRule="auto"/>
              <w:ind w:left="1136" w:right="1920"/>
              <w:jc w:val="both"/>
              <w:rPr>
                <w:rFonts w:ascii="Calibri" w:hAnsi="Calibri" w:cs="Calibri" w:eastAsia="Calibri"/>
                <w:sz w:val="48"/>
                <w:szCs w:val="48"/>
              </w:rPr>
            </w:pPr>
            <w:rPr/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48"/>
                <w:szCs w:val="48"/>
                <w:spacing w:val="0"/>
                <w:w w:val="100"/>
              </w:rPr>
              <w:t>x</w:t>
            </w:r>
          </w:p>
        </w:tc>
      </w:tr>
    </w:tbl>
    <w:sectPr>
      <w:pgSz w:w="16840" w:h="11920" w:orient="landscape"/>
      <w:pgMar w:top="980" w:bottom="280" w:left="36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UPC</dc:creator>
  <dcterms:created xsi:type="dcterms:W3CDTF">2012-10-02T16:21:24Z</dcterms:created>
  <dcterms:modified xsi:type="dcterms:W3CDTF">2012-10-02T16:21:24Z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2012-01-25T00:00:00Z</vt:filetime>
  </property>
  <property fmtid="{D5CDD505-2E9C-101B-9397-08002B2CF9AE}" pid="3" name="LastSaved">
    <vt:filetime>2012-10-02T00:00:00Z</vt:filetime>
  </property>
</Properties>
</file>